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5C" w:rsidRDefault="00A80AB8" w:rsidP="006E57B7">
      <w:pPr>
        <w:jc w:val="right"/>
      </w:pPr>
      <w:r>
        <w:rPr>
          <w:i/>
          <w:u w:val="single"/>
        </w:rPr>
        <w:t>Nr. 17.778/03.12.2020</w:t>
      </w:r>
      <w:bookmarkStart w:id="0" w:name="_GoBack"/>
      <w:bookmarkEnd w:id="0"/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TABEL NOMINAL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cu studenții care beneficiază de BURSĂ DE MERIT, conform Ordinului MEN Nr.3392 din 27.02.2017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</w:rPr>
      </w:pPr>
      <w:r w:rsidRPr="00BB2F39">
        <w:rPr>
          <w:rFonts w:ascii="Times New Roman" w:hAnsi="Times New Roman"/>
          <w:b/>
        </w:rPr>
        <w:t>și Hotărârii Senatului, Nr. 25/966/23.01.2019, pentru anul universitar 2020-2021</w:t>
      </w: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F39" w:rsidRPr="00BB2F39" w:rsidRDefault="00BB2F39" w:rsidP="00BB2F39">
      <w:pPr>
        <w:jc w:val="center"/>
        <w:rPr>
          <w:rFonts w:ascii="Times New Roman" w:hAnsi="Times New Roman"/>
          <w:b/>
          <w:sz w:val="28"/>
          <w:szCs w:val="28"/>
        </w:rPr>
      </w:pPr>
      <w:r w:rsidRPr="00BB2F39">
        <w:rPr>
          <w:rFonts w:ascii="Times New Roman" w:hAnsi="Times New Roman"/>
          <w:b/>
          <w:sz w:val="28"/>
          <w:szCs w:val="28"/>
        </w:rPr>
        <w:t>ANUL I</w:t>
      </w:r>
      <w:r w:rsidR="008F681E">
        <w:rPr>
          <w:rFonts w:ascii="Times New Roman" w:hAnsi="Times New Roman"/>
          <w:b/>
          <w:sz w:val="28"/>
          <w:szCs w:val="28"/>
        </w:rPr>
        <w:t>I</w:t>
      </w:r>
      <w:r w:rsidR="002A1AEE">
        <w:rPr>
          <w:rFonts w:ascii="Times New Roman" w:hAnsi="Times New Roman"/>
          <w:b/>
          <w:sz w:val="28"/>
          <w:szCs w:val="28"/>
        </w:rPr>
        <w:t>I</w:t>
      </w:r>
      <w:r w:rsidRPr="00BB2F39">
        <w:rPr>
          <w:rFonts w:ascii="Times New Roman" w:hAnsi="Times New Roman"/>
          <w:b/>
          <w:sz w:val="28"/>
          <w:szCs w:val="28"/>
        </w:rPr>
        <w:t xml:space="preserve"> (</w:t>
      </w:r>
      <w:r w:rsidR="002A1AEE">
        <w:rPr>
          <w:rFonts w:ascii="Times New Roman" w:hAnsi="Times New Roman"/>
          <w:b/>
          <w:sz w:val="28"/>
          <w:szCs w:val="28"/>
        </w:rPr>
        <w:t>trei</w:t>
      </w:r>
      <w:r w:rsidRPr="00BB2F39">
        <w:rPr>
          <w:rFonts w:ascii="Times New Roman" w:hAnsi="Times New Roman"/>
          <w:b/>
          <w:sz w:val="28"/>
          <w:szCs w:val="28"/>
        </w:rPr>
        <w:t>) 2020/2021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="00BC2E07" w:rsidRPr="00BC2E07">
        <w:rPr>
          <w:rFonts w:ascii="Times New Roman" w:hAnsi="Times New Roman"/>
          <w:b/>
          <w:color w:val="0070C0"/>
          <w:sz w:val="28"/>
          <w:szCs w:val="28"/>
        </w:rPr>
        <w:t>MEDICINĂ</w:t>
      </w:r>
      <w:r w:rsidRPr="00BC2E07">
        <w:rPr>
          <w:rFonts w:ascii="Times New Roman" w:hAnsi="Times New Roman"/>
          <w:b/>
          <w:color w:val="0070C0"/>
          <w:sz w:val="28"/>
          <w:szCs w:val="28"/>
        </w:rPr>
        <w:t xml:space="preserve"> DENTARĂ</w:t>
      </w:r>
    </w:p>
    <w:tbl>
      <w:tblPr>
        <w:tblW w:w="8815" w:type="dxa"/>
        <w:jc w:val="center"/>
        <w:tblLook w:val="04A0" w:firstRow="1" w:lastRow="0" w:firstColumn="1" w:lastColumn="0" w:noHBand="0" w:noVBand="1"/>
      </w:tblPr>
      <w:tblGrid>
        <w:gridCol w:w="849"/>
        <w:gridCol w:w="1343"/>
        <w:gridCol w:w="2663"/>
        <w:gridCol w:w="1710"/>
        <w:gridCol w:w="2250"/>
      </w:tblGrid>
      <w:tr w:rsidR="00F82B79" w:rsidRPr="00041E3C" w:rsidTr="006E57B7">
        <w:trPr>
          <w:trHeight w:val="930"/>
          <w:jc w:val="center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Nr.crt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Matricol</w:t>
            </w:r>
            <w:proofErr w:type="spellEnd"/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Programul</w:t>
            </w:r>
            <w:proofErr w:type="spellEnd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Anul</w:t>
            </w:r>
            <w:proofErr w:type="spellEnd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studiu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</w:pPr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ponderata</w:t>
            </w:r>
            <w:proofErr w:type="spellEnd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>anului</w:t>
            </w:r>
            <w:proofErr w:type="spellEnd"/>
            <w:r w:rsidRPr="006E57B7">
              <w:rPr>
                <w:rFonts w:ascii="Times New Roman" w:eastAsia="Times New Roman" w:hAnsi="Times New Roman"/>
                <w:b/>
                <w:bCs/>
                <w:color w:val="0070C0"/>
                <w:sz w:val="24"/>
                <w:szCs w:val="24"/>
                <w:lang w:val="en-US"/>
              </w:rPr>
              <w:t xml:space="preserve"> anterior 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6597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9.83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6560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9.69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3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6586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9.47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6531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9.4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6593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9.31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6511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9.29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6556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9.28</w:t>
            </w:r>
          </w:p>
        </w:tc>
      </w:tr>
      <w:tr w:rsidR="00F82B79" w:rsidRPr="00041E3C" w:rsidTr="006E57B7">
        <w:trPr>
          <w:trHeight w:val="402"/>
          <w:jc w:val="center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6481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MEDICINĂ DENTARĂ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E57B7">
              <w:rPr>
                <w:rFonts w:ascii="Times New Roman" w:eastAsia="Times New Roman" w:hAnsi="Times New Roman"/>
                <w:lang w:val="en-US"/>
              </w:rPr>
              <w:t>III (</w:t>
            </w:r>
            <w:proofErr w:type="spellStart"/>
            <w:r w:rsidRPr="006E57B7">
              <w:rPr>
                <w:rFonts w:ascii="Times New Roman" w:eastAsia="Times New Roman" w:hAnsi="Times New Roman"/>
                <w:lang w:val="en-US"/>
              </w:rPr>
              <w:t>trei</w:t>
            </w:r>
            <w:proofErr w:type="spellEnd"/>
            <w:r w:rsidRPr="006E57B7">
              <w:rPr>
                <w:rFonts w:ascii="Times New Roman" w:eastAsia="Times New Roman" w:hAnsi="Times New Roman"/>
                <w:lang w:val="en-US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79" w:rsidRPr="006E57B7" w:rsidRDefault="00F82B79" w:rsidP="0004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E57B7">
              <w:rPr>
                <w:rFonts w:ascii="Times New Roman" w:eastAsia="Times New Roman" w:hAnsi="Times New Roman"/>
                <w:color w:val="000000"/>
                <w:lang w:val="en-US"/>
              </w:rPr>
              <w:t>9.24</w:t>
            </w:r>
          </w:p>
        </w:tc>
      </w:tr>
    </w:tbl>
    <w:p w:rsidR="00BB2F39" w:rsidRDefault="00BB2F39" w:rsidP="00BB2F39">
      <w:pPr>
        <w:jc w:val="both"/>
        <w:rPr>
          <w:b/>
        </w:rPr>
      </w:pPr>
    </w:p>
    <w:tbl>
      <w:tblPr>
        <w:tblW w:w="8000" w:type="dxa"/>
        <w:tblLook w:val="04A0" w:firstRow="1" w:lastRow="0" w:firstColumn="1" w:lastColumn="0" w:noHBand="0" w:noVBand="1"/>
      </w:tblPr>
      <w:tblGrid>
        <w:gridCol w:w="4770"/>
        <w:gridCol w:w="1114"/>
        <w:gridCol w:w="2116"/>
      </w:tblGrid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Prof.univ.dr.Meda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-Lavinia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Negruțiu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Medicină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Dentară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             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Andreea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Stoica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Secretar-Șef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Facultate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75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Mihaela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-Mariana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Spătaru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Reprezentant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Departamentului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Contabilitate</w:t>
            </w:r>
            <w:proofErr w:type="spellEnd"/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Crăciun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Dragoș-Ioan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  <w:tr w:rsidR="00BB2F39" w:rsidRPr="00BB2F39" w:rsidTr="00BB2F39">
        <w:trPr>
          <w:trHeight w:val="600"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Dorian </w:t>
            </w:r>
            <w:proofErr w:type="spellStart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Sebeșan</w:t>
            </w:r>
            <w:proofErr w:type="spellEnd"/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 - student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2F39" w:rsidRPr="00BB2F39" w:rsidRDefault="00BB2F39" w:rsidP="00BB2F3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</w:pPr>
            <w:r w:rsidRPr="00BB2F3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/>
              </w:rPr>
              <w:t> </w:t>
            </w:r>
          </w:p>
        </w:tc>
      </w:tr>
    </w:tbl>
    <w:p w:rsidR="00BB2F39" w:rsidRPr="00BB2F39" w:rsidRDefault="00BB2F39" w:rsidP="00BB2F39">
      <w:pPr>
        <w:jc w:val="both"/>
        <w:rPr>
          <w:b/>
        </w:rPr>
      </w:pPr>
    </w:p>
    <w:sectPr w:rsidR="00BB2F39" w:rsidRPr="00BB2F39" w:rsidSect="00463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65C" w:rsidRDefault="0026465C" w:rsidP="00D2536B">
      <w:pPr>
        <w:spacing w:after="0" w:line="240" w:lineRule="auto"/>
      </w:pPr>
      <w:r>
        <w:separator/>
      </w:r>
    </w:p>
  </w:endnote>
  <w:endnote w:type="continuationSeparator" w:id="0">
    <w:p w:rsidR="0026465C" w:rsidRDefault="0026465C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446" w:rsidRPr="00463B94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705A04" w:rsidRPr="00463B94">
      <w:rPr>
        <w:rFonts w:asciiTheme="minorHAnsi" w:hAnsiTheme="minorHAnsi" w:cstheme="minorHAnsi"/>
        <w:b/>
        <w:color w:val="06234A"/>
        <w:sz w:val="16"/>
        <w:szCs w:val="16"/>
      </w:rPr>
      <w:t>FACULTATEA DE MEDICINĂ DENTARĂ</w:t>
    </w:r>
  </w:p>
  <w:p w:rsidR="008C7E40" w:rsidRPr="00463B94" w:rsidRDefault="00853E5E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1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  <w:r w:rsidR="00806446" w:rsidRPr="00463B94">
      <w:rPr>
        <w:rFonts w:ascii="Montserrat SemiBold" w:hAnsi="Montserrat SemiBold" w:cs="DIN Pro Regular"/>
        <w:color w:val="06234A"/>
        <w:sz w:val="16"/>
        <w:szCs w:val="16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579"/>
    </w:tblGrid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677410" w:rsidRPr="00463B94" w:rsidRDefault="00677410" w:rsidP="00705A04">
          <w:pPr>
            <w:pStyle w:val="Footer"/>
            <w:ind w:left="-53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P-ța Eftimie Murgu, nr. 2, cod 300041, Timișoara, România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>Tel: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; Fax: +40256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220480</w:t>
          </w:r>
        </w:p>
      </w:tc>
    </w:tr>
    <w:tr w:rsidR="00677410" w:rsidRPr="00463B94" w:rsidTr="00677410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677410" w:rsidRPr="00463B94" w:rsidRDefault="00677410" w:rsidP="001719D2">
          <w:pPr>
            <w:pStyle w:val="Footer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463B94">
            <w:rPr>
              <w:rFonts w:asciiTheme="minorHAnsi" w:hAnsiTheme="minorHAnsi" w:cstheme="minorHAnsi"/>
              <w:sz w:val="16"/>
              <w:szCs w:val="16"/>
            </w:rPr>
            <w:t xml:space="preserve">Email: </w:t>
          </w:r>
          <w:r w:rsidR="00853E5E" w:rsidRPr="00463B94">
            <w:rPr>
              <w:rFonts w:asciiTheme="minorHAnsi" w:hAnsiTheme="minorHAnsi" w:cstheme="minorHAnsi"/>
              <w:sz w:val="16"/>
              <w:szCs w:val="16"/>
            </w:rPr>
            <w:t>stoma</w:t>
          </w:r>
          <w:r w:rsidRPr="00463B94">
            <w:rPr>
              <w:rFonts w:asciiTheme="minorHAnsi" w:hAnsiTheme="minorHAnsi" w:cstheme="minorHAnsi"/>
              <w:sz w:val="16"/>
              <w:szCs w:val="16"/>
            </w:rPr>
            <w:t>@umft.ro</w:t>
          </w:r>
        </w:p>
      </w:tc>
    </w:tr>
  </w:tbl>
  <w:p w:rsidR="00D2536B" w:rsidRPr="00463B94" w:rsidRDefault="00853E5E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463B94">
      <w:rPr>
        <w:noProof/>
        <w:sz w:val="16"/>
        <w:szCs w:val="16"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463B94">
      <w:rPr>
        <w:rFonts w:ascii="Montserrat SemiBold" w:hAnsi="Montserrat SemiBold"/>
        <w:color w:val="06234A"/>
        <w:sz w:val="16"/>
        <w:szCs w:val="16"/>
      </w:rPr>
      <w:tab/>
    </w:r>
  </w:p>
  <w:p w:rsidR="00806446" w:rsidRPr="00463B94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Theme="minorHAnsi" w:hAnsiTheme="minorHAnsi" w:cstheme="minorHAnsi"/>
        <w:color w:val="06234A"/>
        <w:sz w:val="16"/>
        <w:szCs w:val="16"/>
      </w:rPr>
    </w:pPr>
    <w:r w:rsidRPr="00463B94">
      <w:rPr>
        <w:rFonts w:asciiTheme="minorHAnsi" w:hAnsiTheme="minorHAnsi" w:cstheme="minorHAnsi"/>
        <w:color w:val="06234A"/>
        <w:sz w:val="16"/>
        <w:szCs w:val="16"/>
      </w:rPr>
      <w:t>www.umft.ro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65C" w:rsidRDefault="0026465C" w:rsidP="00D2536B">
      <w:pPr>
        <w:spacing w:after="0" w:line="240" w:lineRule="auto"/>
      </w:pPr>
      <w:r>
        <w:separator/>
      </w:r>
    </w:p>
  </w:footnote>
  <w:footnote w:type="continuationSeparator" w:id="0">
    <w:p w:rsidR="0026465C" w:rsidRDefault="0026465C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853E5E" w:rsidP="00D2536B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1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B94" w:rsidRDefault="00463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B52AC9"/>
    <w:multiLevelType w:val="hybridMultilevel"/>
    <w:tmpl w:val="C6FC51D2"/>
    <w:lvl w:ilvl="0" w:tplc="F62A3B04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E5E"/>
    <w:rsid w:val="00041E3C"/>
    <w:rsid w:val="00107B8E"/>
    <w:rsid w:val="00115C30"/>
    <w:rsid w:val="001719D2"/>
    <w:rsid w:val="001875D4"/>
    <w:rsid w:val="001A22F0"/>
    <w:rsid w:val="001B2071"/>
    <w:rsid w:val="001D17EB"/>
    <w:rsid w:val="001E34B8"/>
    <w:rsid w:val="00210B8A"/>
    <w:rsid w:val="0026465C"/>
    <w:rsid w:val="00296752"/>
    <w:rsid w:val="002A1AEE"/>
    <w:rsid w:val="002F1287"/>
    <w:rsid w:val="002F50CB"/>
    <w:rsid w:val="0031217D"/>
    <w:rsid w:val="00366D36"/>
    <w:rsid w:val="003A6AFE"/>
    <w:rsid w:val="003F76FF"/>
    <w:rsid w:val="00463B94"/>
    <w:rsid w:val="004915CF"/>
    <w:rsid w:val="004A5472"/>
    <w:rsid w:val="004B427A"/>
    <w:rsid w:val="004D7E7E"/>
    <w:rsid w:val="0050052D"/>
    <w:rsid w:val="00531846"/>
    <w:rsid w:val="00566B52"/>
    <w:rsid w:val="00590BF0"/>
    <w:rsid w:val="005F7818"/>
    <w:rsid w:val="00631F67"/>
    <w:rsid w:val="00637B5C"/>
    <w:rsid w:val="006473D4"/>
    <w:rsid w:val="00677410"/>
    <w:rsid w:val="00685BF9"/>
    <w:rsid w:val="006A1CA7"/>
    <w:rsid w:val="006E57B7"/>
    <w:rsid w:val="00705A04"/>
    <w:rsid w:val="00756E23"/>
    <w:rsid w:val="007B29A5"/>
    <w:rsid w:val="007C58F1"/>
    <w:rsid w:val="008012EF"/>
    <w:rsid w:val="00806446"/>
    <w:rsid w:val="00842220"/>
    <w:rsid w:val="00853E5E"/>
    <w:rsid w:val="00874B53"/>
    <w:rsid w:val="008C7E40"/>
    <w:rsid w:val="008F681E"/>
    <w:rsid w:val="009669B9"/>
    <w:rsid w:val="009B14B8"/>
    <w:rsid w:val="009F4B93"/>
    <w:rsid w:val="00A80AB8"/>
    <w:rsid w:val="00AB0797"/>
    <w:rsid w:val="00AB1260"/>
    <w:rsid w:val="00B46D70"/>
    <w:rsid w:val="00B504D3"/>
    <w:rsid w:val="00BB2F39"/>
    <w:rsid w:val="00BC2D70"/>
    <w:rsid w:val="00BC2E07"/>
    <w:rsid w:val="00BE5CBF"/>
    <w:rsid w:val="00C024FC"/>
    <w:rsid w:val="00C6039C"/>
    <w:rsid w:val="00D07E73"/>
    <w:rsid w:val="00D2536B"/>
    <w:rsid w:val="00D3017A"/>
    <w:rsid w:val="00D71C6F"/>
    <w:rsid w:val="00E0250C"/>
    <w:rsid w:val="00E86118"/>
    <w:rsid w:val="00EC2646"/>
    <w:rsid w:val="00EE6EBF"/>
    <w:rsid w:val="00F6087F"/>
    <w:rsid w:val="00F82B79"/>
    <w:rsid w:val="00F84B39"/>
    <w:rsid w:val="00FD7D91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D47531-E9BD-4F11-8C52-647A3178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paragraph" w:styleId="Heading1">
    <w:name w:val="heading 1"/>
    <w:basedOn w:val="Normal"/>
    <w:link w:val="Heading1Char"/>
    <w:uiPriority w:val="9"/>
    <w:qFormat/>
    <w:rsid w:val="00637B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637B5C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37B5C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Template%20Facultatea%20de%20Medicina1%20UMF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Facultatea de Medicina1 UMFT (1)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Nume departament</dc:description>
  <cp:lastModifiedBy>User</cp:lastModifiedBy>
  <cp:revision>4</cp:revision>
  <dcterms:created xsi:type="dcterms:W3CDTF">2020-11-25T10:10:00Z</dcterms:created>
  <dcterms:modified xsi:type="dcterms:W3CDTF">2020-12-03T13:40:00Z</dcterms:modified>
</cp:coreProperties>
</file>